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Pr="0091069E" w:rsidRDefault="003F1152" w:rsidP="007F3562">
      <w:pPr>
        <w:jc w:val="both"/>
        <w:rPr>
          <w:b/>
          <w:bCs/>
        </w:rPr>
      </w:pPr>
    </w:p>
    <w:p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:rsidR="0091069E" w:rsidRDefault="0091069E" w:rsidP="0091069E">
      <w:pPr>
        <w:jc w:val="both"/>
        <w:rPr>
          <w:b/>
          <w:bCs/>
        </w:rPr>
      </w:pPr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/viimase digiallkirja kuupäev/</w:t>
      </w:r>
    </w:p>
    <w:p w:rsidR="003F1152" w:rsidRPr="0091069E" w:rsidRDefault="003F1152" w:rsidP="007F3562">
      <w:pPr>
        <w:jc w:val="both"/>
        <w:rPr>
          <w:b/>
          <w:bCs/>
        </w:rPr>
      </w:pPr>
    </w:p>
    <w:p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:rsidR="00D024DB" w:rsidRPr="0091069E" w:rsidRDefault="00053616" w:rsidP="007F3562">
      <w:pPr>
        <w:jc w:val="both"/>
      </w:pPr>
      <w:r>
        <w:t xml:space="preserve"> </w:t>
      </w: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</w:p>
    <w:p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 w:rsidRPr="005D5499">
        <w:t>väikehanke</w:t>
      </w:r>
      <w:r w:rsidRPr="005D5499">
        <w:t xml:space="preserve"> 1-47/</w:t>
      </w:r>
      <w:r w:rsidR="00BB6561" w:rsidRPr="005D5499">
        <w:t>2803</w:t>
      </w:r>
      <w:r w:rsidR="001E6CED" w:rsidRPr="005D5499">
        <w:t xml:space="preserve"> </w:t>
      </w:r>
      <w:r w:rsidR="00895296" w:rsidRPr="005D5499">
        <w:t>„</w:t>
      </w:r>
      <w:r w:rsidR="00845A2D" w:rsidRPr="005D5499">
        <w:rPr>
          <w:b/>
        </w:rPr>
        <w:t>Sääretirbi</w:t>
      </w:r>
      <w:r w:rsidR="00845A2D">
        <w:rPr>
          <w:b/>
        </w:rPr>
        <w:t xml:space="preserve"> telkimisala</w:t>
      </w:r>
      <w:r w:rsidR="001026E9">
        <w:rPr>
          <w:b/>
        </w:rPr>
        <w:t xml:space="preserve"> </w:t>
      </w:r>
      <w:r w:rsidR="001026E9">
        <w:rPr>
          <w:rStyle w:val="Lehekljenumber"/>
          <w:b/>
          <w:iCs/>
        </w:rPr>
        <w:t>rekonstrueerimistöödele</w:t>
      </w:r>
      <w:r w:rsidR="001026E9">
        <w:rPr>
          <w:b/>
          <w:iCs/>
        </w:rPr>
        <w:t xml:space="preserve"> 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442628">
        <w:t xml:space="preserve"> </w:t>
      </w:r>
      <w:r w:rsidR="00BB6561">
        <w:t>262997</w:t>
      </w:r>
      <w:r w:rsidR="001734D8" w:rsidRPr="006F49E4">
        <w:t xml:space="preserve">)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  <w:bookmarkStart w:id="0" w:name="_GoBack"/>
      <w:bookmarkEnd w:id="0"/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D40840" w:rsidRPr="0091069E">
        <w:t xml:space="preserve"> </w:t>
      </w:r>
      <w:r w:rsidR="00DF68BF" w:rsidRPr="00AB20AD">
        <w:rPr>
          <w:b/>
          <w:color w:val="000000"/>
        </w:rPr>
        <w:t xml:space="preserve">RMK </w:t>
      </w:r>
      <w:r w:rsidR="00845A2D">
        <w:rPr>
          <w:b/>
        </w:rPr>
        <w:t>Sääretirbi telkimisala</w:t>
      </w:r>
      <w:r w:rsidR="001026E9">
        <w:rPr>
          <w:b/>
        </w:rPr>
        <w:t xml:space="preserve"> </w:t>
      </w:r>
      <w:r w:rsidR="001026E9">
        <w:rPr>
          <w:rStyle w:val="Lehekljenumber"/>
          <w:b/>
          <w:iCs/>
        </w:rPr>
        <w:t>rekonstrueerimistöödele</w:t>
      </w:r>
      <w:r w:rsidR="00AB20AD">
        <w:rPr>
          <w:b/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91069E" w:rsidRPr="00BB6561" w:rsidRDefault="0005270D" w:rsidP="00BB656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Lepingu dokumendid</w:t>
      </w:r>
    </w:p>
    <w:p w:rsidR="00233CB1" w:rsidRDefault="00F25F8B" w:rsidP="00BB6561">
      <w:pPr>
        <w:spacing w:after="120"/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444C6E" w:rsidRDefault="00F25F8B" w:rsidP="00F25F8B">
      <w:pPr>
        <w:jc w:val="both"/>
        <w:rPr>
          <w:color w:val="FF0000"/>
        </w:rPr>
      </w:pPr>
      <w:r w:rsidRPr="00F70BFF">
        <w:rPr>
          <w:color w:val="000000" w:themeColor="text1"/>
        </w:rPr>
        <w:t>2.2.2</w:t>
      </w:r>
      <w:r w:rsidR="00444C6E" w:rsidRPr="00444C6E">
        <w:t xml:space="preserve"> </w:t>
      </w:r>
      <w:r w:rsidR="003D33F7">
        <w:t>Sääretirbi telkimisala, jäätmemaja ja kuivkäimla, ehitusprojekt “</w:t>
      </w:r>
      <w:r w:rsidR="005F698B">
        <w:t xml:space="preserve">, </w:t>
      </w:r>
      <w:r w:rsidR="003D33F7" w:rsidRPr="001A0743">
        <w:t xml:space="preserve">toodud  </w:t>
      </w:r>
      <w:r w:rsidR="003D33F7">
        <w:t>Arhitektuuribüroo NAFTA OÜ (töö nr TP RMK0120)</w:t>
      </w:r>
      <w:r w:rsidR="00444C6E" w:rsidRPr="00444C6E">
        <w:t xml:space="preserve">; </w:t>
      </w:r>
    </w:p>
    <w:p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91069E" w:rsidRPr="00BB6561" w:rsidRDefault="00DD6741" w:rsidP="00BB656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Tasu</w:t>
      </w:r>
    </w:p>
    <w:p w:rsidR="00B0503F" w:rsidRPr="003F1152" w:rsidRDefault="000D17C9" w:rsidP="00BB6561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>ühekordne tasu ……. e</w:t>
      </w:r>
      <w:r>
        <w:t xml:space="preserve">urot ehitustööde (sh </w:t>
      </w:r>
      <w:proofErr w:type="spellStart"/>
      <w:r w:rsidRPr="005F698B">
        <w:t>vaegtööde</w:t>
      </w:r>
      <w:proofErr w:type="spellEnd"/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lastRenderedPageBreak/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 xml:space="preserve">(sh </w:t>
      </w:r>
      <w:proofErr w:type="spellStart"/>
      <w:r w:rsidR="00B0503F" w:rsidRPr="005F698B">
        <w:t>vaegtööde</w:t>
      </w:r>
      <w:proofErr w:type="spellEnd"/>
      <w:r w:rsidR="00B0503F" w:rsidRPr="005F698B">
        <w:t>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</w:t>
      </w:r>
      <w:proofErr w:type="spellStart"/>
      <w:r w:rsidR="00B0503F" w:rsidRPr="00B0503F">
        <w:t>osutajast</w:t>
      </w:r>
      <w:proofErr w:type="spellEnd"/>
      <w:r w:rsidR="00B0503F" w:rsidRPr="00B0503F">
        <w:t xml:space="preserve">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91069E" w:rsidRPr="0091069E" w:rsidRDefault="00C26D3D" w:rsidP="00BB6561">
      <w:pPr>
        <w:spacing w:after="120"/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DC4A8F" w:rsidRPr="0091069E" w:rsidRDefault="009C1300" w:rsidP="00BB6561">
      <w:pPr>
        <w:spacing w:after="120"/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BB6561" w:rsidRDefault="00BB6561" w:rsidP="00205BCE">
      <w:pPr>
        <w:jc w:val="both"/>
        <w:rPr>
          <w:color w:val="000000"/>
        </w:rPr>
      </w:pPr>
    </w:p>
    <w:p w:rsidR="00BB6561" w:rsidRDefault="00BB6561" w:rsidP="00205BCE">
      <w:pPr>
        <w:jc w:val="both"/>
        <w:rPr>
          <w:color w:val="000000"/>
        </w:rPr>
      </w:pPr>
    </w:p>
    <w:p w:rsidR="00BB6561" w:rsidRDefault="00BB6561" w:rsidP="00205BCE">
      <w:pPr>
        <w:jc w:val="both"/>
        <w:rPr>
          <w:color w:val="000000"/>
        </w:rPr>
      </w:pPr>
    </w:p>
    <w:p w:rsidR="00BB6561" w:rsidRDefault="00BB6561" w:rsidP="00205BCE">
      <w:pPr>
        <w:jc w:val="both"/>
        <w:rPr>
          <w:color w:val="000000"/>
        </w:rPr>
      </w:pPr>
    </w:p>
    <w:p w:rsidR="00BB6561" w:rsidRPr="00771410" w:rsidRDefault="00BB6561" w:rsidP="00205BCE">
      <w:pPr>
        <w:jc w:val="both"/>
        <w:rPr>
          <w:color w:val="000000"/>
        </w:rPr>
      </w:pPr>
    </w:p>
    <w:p w:rsidR="00E36F5B" w:rsidRPr="00C26D3D" w:rsidRDefault="00C26D3D" w:rsidP="00BB6561">
      <w:pPr>
        <w:spacing w:after="120"/>
        <w:jc w:val="both"/>
        <w:rPr>
          <w:b/>
          <w:bCs/>
        </w:rPr>
      </w:pPr>
      <w:r>
        <w:rPr>
          <w:b/>
          <w:bCs/>
        </w:rPr>
        <w:lastRenderedPageBreak/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BB6561">
      <w:pPr>
        <w:pStyle w:val="Loendilik"/>
        <w:spacing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</w:t>
      </w:r>
      <w:proofErr w:type="spellStart"/>
      <w:r w:rsidR="00B61F70" w:rsidRPr="0091069E">
        <w:rPr>
          <w:color w:val="000000"/>
        </w:rPr>
        <w:t>üleantavad</w:t>
      </w:r>
      <w:proofErr w:type="spellEnd"/>
      <w:r w:rsidR="00B61F70" w:rsidRPr="0091069E">
        <w:rPr>
          <w:color w:val="000000"/>
        </w:rPr>
        <w:t xml:space="preserve">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</w:t>
      </w:r>
      <w:r w:rsidRPr="003D33F7">
        <w:rPr>
          <w:color w:val="000000"/>
        </w:rPr>
        <w:t>.</w:t>
      </w:r>
      <w:r w:rsidR="007D43B5" w:rsidRPr="003D33F7">
        <w:rPr>
          <w:color w:val="000000"/>
        </w:rPr>
        <w:t xml:space="preserve"> </w:t>
      </w:r>
      <w:r w:rsidR="00740533" w:rsidRPr="003D33F7">
        <w:rPr>
          <w:color w:val="000000"/>
        </w:rPr>
        <w:t>V</w:t>
      </w:r>
      <w:r w:rsidR="00740533" w:rsidRPr="003D33F7"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</w:t>
      </w:r>
      <w:proofErr w:type="spellStart"/>
      <w:r w:rsidR="00BB6809" w:rsidRPr="00BB6809">
        <w:rPr>
          <w:color w:val="000000" w:themeColor="text1"/>
        </w:rPr>
        <w:t>teenuseosutaja</w:t>
      </w:r>
      <w:proofErr w:type="spellEnd"/>
      <w:r w:rsidR="00BB6809" w:rsidRPr="00BB6809">
        <w:rPr>
          <w:color w:val="000000" w:themeColor="text1"/>
        </w:rPr>
        <w:t xml:space="preserve">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lastRenderedPageBreak/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:rsidR="005F2E86" w:rsidRDefault="005F2E86" w:rsidP="0044482F"/>
    <w:p w:rsidR="003F1152" w:rsidRDefault="003F1152" w:rsidP="0044482F"/>
    <w:p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:rsidR="005F2E86" w:rsidRPr="005F2E86" w:rsidRDefault="005F2E86" w:rsidP="005F2E86">
      <w:pPr>
        <w:rPr>
          <w:b/>
        </w:rPr>
      </w:pPr>
    </w:p>
    <w:p w:rsidR="005F2E86" w:rsidRDefault="005F2E86" w:rsidP="003E7BAB">
      <w:pPr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Pr="00590021" w:rsidRDefault="0044482F" w:rsidP="0044482F">
      <w:pPr>
        <w:jc w:val="both"/>
      </w:pPr>
    </w:p>
    <w:p w:rsidR="0044482F" w:rsidRPr="00590021" w:rsidRDefault="0044482F" w:rsidP="0044482F">
      <w:pPr>
        <w:jc w:val="both"/>
      </w:pPr>
    </w:p>
    <w:p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:rsidTr="00016F0C">
        <w:tc>
          <w:tcPr>
            <w:tcW w:w="3652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lastRenderedPageBreak/>
              <w:t>Mõisa</w:t>
            </w:r>
            <w:r w:rsidR="00CE6D1D">
              <w:t>/3</w:t>
            </w:r>
            <w:r w:rsidRPr="00AE2696">
              <w:t xml:space="preserve">, </w:t>
            </w:r>
            <w:proofErr w:type="spellStart"/>
            <w:r w:rsidRPr="00AE2696">
              <w:t>Sagadi</w:t>
            </w:r>
            <w:proofErr w:type="spellEnd"/>
            <w:r w:rsidRPr="00AE2696">
              <w:t xml:space="preserve"> küla, Haljala vald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  <w:tc>
          <w:tcPr>
            <w:tcW w:w="567" w:type="dxa"/>
          </w:tcPr>
          <w:p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Default="00C25B68" w:rsidP="00016F0C"/>
        </w:tc>
      </w:tr>
    </w:tbl>
    <w:p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8"/>
      <w:headerReference w:type="first" r:id="rId9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CF" w:rsidRDefault="00B323CF" w:rsidP="001B600D">
      <w:r>
        <w:separator/>
      </w:r>
    </w:p>
  </w:endnote>
  <w:endnote w:type="continuationSeparator" w:id="0">
    <w:p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CF" w:rsidRDefault="00B323CF" w:rsidP="001B600D">
      <w:r>
        <w:separator/>
      </w:r>
    </w:p>
  </w:footnote>
  <w:footnote w:type="continuationSeparator" w:id="0">
    <w:p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5D5499">
      <w:rPr>
        <w:noProof/>
      </w:rPr>
      <w:t>4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5D5499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:rsidR="00067EF9" w:rsidRPr="00A46DB8" w:rsidRDefault="00067EF9">
    <w:pPr>
      <w:pStyle w:val="Pis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A011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D5499"/>
    <w:rsid w:val="005E1AD8"/>
    <w:rsid w:val="005E3206"/>
    <w:rsid w:val="005E7B48"/>
    <w:rsid w:val="005F20FC"/>
    <w:rsid w:val="005F2E86"/>
    <w:rsid w:val="005F698B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85BCE"/>
    <w:rsid w:val="006A4DB2"/>
    <w:rsid w:val="006A709A"/>
    <w:rsid w:val="006B416D"/>
    <w:rsid w:val="006B6D38"/>
    <w:rsid w:val="006C6BDB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561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EB0279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94C5F-0A1A-40EE-B29F-7ED982C5F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1</TotalTime>
  <Pages>5</Pages>
  <Words>1273</Words>
  <Characters>10360</Characters>
  <Application>Microsoft Office Word</Application>
  <DocSecurity>0</DocSecurity>
  <Lines>86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4</cp:revision>
  <cp:lastPrinted>2013-03-12T11:00:00Z</cp:lastPrinted>
  <dcterms:created xsi:type="dcterms:W3CDTF">2023-03-31T10:57:00Z</dcterms:created>
  <dcterms:modified xsi:type="dcterms:W3CDTF">2023-03-31T10:57:00Z</dcterms:modified>
</cp:coreProperties>
</file>